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9B" w:rsidRPr="004973D7" w:rsidRDefault="004F11FB" w:rsidP="003C2D94">
      <w:pPr>
        <w:pStyle w:val="Heading1"/>
        <w:jc w:val="both"/>
      </w:pPr>
      <w:r w:rsidRPr="004973D7">
        <w:t>Fi</w:t>
      </w:r>
      <w:r w:rsidR="00FD6EAA" w:rsidRPr="004973D7">
        <w:t>ș</w:t>
      </w:r>
      <w:r w:rsidRPr="004973D7">
        <w:t>a 0</w:t>
      </w:r>
      <w:r w:rsidR="00F11415" w:rsidRPr="004973D7">
        <w:t>3</w:t>
      </w:r>
      <w:r w:rsidRPr="004973D7">
        <w:t xml:space="preserve"> </w:t>
      </w:r>
      <w:r w:rsidR="0007470F" w:rsidRPr="004973D7">
        <w:t xml:space="preserve">web </w:t>
      </w:r>
      <w:r w:rsidRPr="004973D7">
        <w:t xml:space="preserve">– </w:t>
      </w:r>
      <w:r w:rsidR="00B12812" w:rsidRPr="004973D7">
        <w:t>HTML</w:t>
      </w:r>
      <w:r w:rsidR="00B56B5F" w:rsidRPr="004973D7">
        <w:t xml:space="preserve">, </w:t>
      </w:r>
      <w:r w:rsidR="00F11415" w:rsidRPr="004973D7">
        <w:t>elemente pentru text și atributele lor</w:t>
      </w:r>
    </w:p>
    <w:p w:rsidR="005D0805" w:rsidRPr="004973D7" w:rsidRDefault="005D0805" w:rsidP="003C2D94">
      <w:pPr>
        <w:pStyle w:val="ListParagraph"/>
      </w:pPr>
      <w:r w:rsidRPr="004973D7">
        <w:t xml:space="preserve">Elementele HTML, pe lângă înțelesul pe care îl poartă, au posibilitatea de a folosi </w:t>
      </w:r>
      <w:r w:rsidRPr="004973D7">
        <w:rPr>
          <w:b/>
        </w:rPr>
        <w:t>atribute</w:t>
      </w:r>
      <w:r w:rsidRPr="004973D7">
        <w:t>.</w:t>
      </w:r>
    </w:p>
    <w:p w:rsidR="0007788B" w:rsidRPr="004973D7" w:rsidRDefault="005D0805" w:rsidP="003C2D94">
      <w:pPr>
        <w:pStyle w:val="ListParagraph"/>
      </w:pPr>
      <w:r w:rsidRPr="004973D7">
        <w:rPr>
          <w:b/>
        </w:rPr>
        <w:t>Un atribut</w:t>
      </w:r>
      <w:r w:rsidRPr="004973D7">
        <w:t xml:space="preserve"> oferă informa</w:t>
      </w:r>
      <w:r w:rsidR="0091430B" w:rsidRPr="004973D7">
        <w:t>ț</w:t>
      </w:r>
      <w:r w:rsidRPr="004973D7">
        <w:t xml:space="preserve">ii suplimentare despre </w:t>
      </w:r>
      <w:r w:rsidR="0091430B" w:rsidRPr="004973D7">
        <w:t>element</w:t>
      </w:r>
      <w:r w:rsidR="00D86998" w:rsidRPr="004973D7">
        <w:t>ul</w:t>
      </w:r>
      <w:r w:rsidR="0091430B" w:rsidRPr="004973D7">
        <w:t xml:space="preserve"> HTML</w:t>
      </w:r>
      <w:r w:rsidRPr="004973D7">
        <w:t xml:space="preserve">. Unele atribute se pot folosi doar cu anumite </w:t>
      </w:r>
      <w:r w:rsidR="0091430B" w:rsidRPr="004973D7">
        <w:t>elemente</w:t>
      </w:r>
      <w:r w:rsidRPr="004973D7">
        <w:t xml:space="preserve"> altele sunt comune mai multor </w:t>
      </w:r>
      <w:r w:rsidR="0091430B" w:rsidRPr="004973D7">
        <w:t>elemente</w:t>
      </w:r>
      <w:r w:rsidRPr="004973D7">
        <w:t xml:space="preserve">. Dacă există, atributele sunt prezente în eticheta de început a elementului HTML </w:t>
      </w:r>
      <w:r w:rsidR="0091430B" w:rsidRPr="004973D7">
        <w:t>ș</w:t>
      </w:r>
      <w:r w:rsidRPr="004973D7">
        <w:t xml:space="preserve">i au întotdeauna forma </w:t>
      </w:r>
      <w:r w:rsidRPr="004973D7">
        <w:rPr>
          <w:i/>
        </w:rPr>
        <w:t>nume="valoare"</w:t>
      </w:r>
      <w:r w:rsidRPr="004973D7">
        <w:t>.</w:t>
      </w:r>
    </w:p>
    <w:p w:rsidR="00D705D9" w:rsidRPr="004973D7" w:rsidRDefault="00D705D9" w:rsidP="003C2D94"/>
    <w:p w:rsidR="002E2DEF" w:rsidRPr="004973D7" w:rsidRDefault="002E2DEF" w:rsidP="003C2D94">
      <w:r w:rsidRPr="004973D7">
        <w:rPr>
          <w:b/>
        </w:rPr>
        <w:t>Elemente:</w:t>
      </w:r>
    </w:p>
    <w:p w:rsidR="009733CE" w:rsidRPr="004973D7" w:rsidRDefault="009733CE" w:rsidP="003C2D94">
      <w:pPr>
        <w:pStyle w:val="ListParagraph"/>
        <w:rPr>
          <w:rFonts w:cs="Consolas"/>
          <w:color w:val="000000"/>
        </w:rPr>
      </w:pPr>
      <w:r w:rsidRPr="004973D7">
        <w:rPr>
          <w:rFonts w:cs="Consolas"/>
          <w:color w:val="4F76AC"/>
        </w:rPr>
        <w:t>&lt;</w:t>
      </w:r>
      <w:proofErr w:type="spellStart"/>
      <w:r w:rsidRPr="004973D7">
        <w:rPr>
          <w:rFonts w:cs="Consolas"/>
          <w:color w:val="823125"/>
        </w:rPr>
        <w:t>abbr</w:t>
      </w:r>
      <w:proofErr w:type="spellEnd"/>
      <w:r w:rsidRPr="004973D7">
        <w:rPr>
          <w:rFonts w:cs="Consolas"/>
          <w:color w:val="000000"/>
        </w:rPr>
        <w:t xml:space="preserve"> </w:t>
      </w:r>
      <w:proofErr w:type="spellStart"/>
      <w:r w:rsidRPr="004973D7">
        <w:rPr>
          <w:rFonts w:cs="Consolas"/>
          <w:color w:val="CF4820"/>
        </w:rPr>
        <w:t>title</w:t>
      </w:r>
      <w:proofErr w:type="spellEnd"/>
      <w:r w:rsidRPr="004973D7">
        <w:rPr>
          <w:rFonts w:cs="Consolas"/>
          <w:color w:val="4F76AC"/>
        </w:rPr>
        <w:t>="pentru"&gt;</w:t>
      </w:r>
      <w:r w:rsidR="002869C9">
        <w:rPr>
          <w:rFonts w:cs="Consolas"/>
          <w:color w:val="4F76AC"/>
        </w:rPr>
        <w:t xml:space="preserve"> </w:t>
      </w:r>
      <w:r w:rsidRPr="004973D7">
        <w:rPr>
          <w:rFonts w:cs="Consolas"/>
          <w:color w:val="000000"/>
        </w:rPr>
        <w:t>pt.</w:t>
      </w:r>
      <w:r w:rsidR="002869C9">
        <w:rPr>
          <w:rFonts w:cs="Consolas"/>
          <w:color w:val="000000"/>
        </w:rPr>
        <w:t xml:space="preserve"> </w:t>
      </w:r>
      <w:r w:rsidRPr="004973D7">
        <w:rPr>
          <w:rFonts w:cs="Consolas"/>
          <w:color w:val="4F76AC"/>
        </w:rPr>
        <w:t>&lt;/</w:t>
      </w:r>
      <w:proofErr w:type="spellStart"/>
      <w:r w:rsidRPr="004973D7">
        <w:rPr>
          <w:rFonts w:cs="Consolas"/>
          <w:color w:val="823125"/>
        </w:rPr>
        <w:t>abbr</w:t>
      </w:r>
      <w:proofErr w:type="spellEnd"/>
      <w:r w:rsidRPr="004973D7">
        <w:rPr>
          <w:rFonts w:cs="Consolas"/>
          <w:color w:val="4F76AC"/>
        </w:rPr>
        <w:t>&gt;</w:t>
      </w:r>
      <w:r w:rsidR="004973D7" w:rsidRPr="004973D7">
        <w:rPr>
          <w:rFonts w:eastAsia="Times New Roman"/>
        </w:rPr>
        <w:t xml:space="preserve">   </w:t>
      </w:r>
      <w:r w:rsidR="002869C9">
        <w:rPr>
          <w:rFonts w:eastAsia="Times New Roman"/>
        </w:rPr>
        <w:t>= prescurtare;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  <w:color w:val="4F76AC"/>
        </w:rPr>
        <w:t>&lt;</w:t>
      </w:r>
      <w:proofErr w:type="spellStart"/>
      <w:r w:rsidRPr="004973D7">
        <w:rPr>
          <w:rFonts w:eastAsia="Times New Roman"/>
          <w:color w:val="823125"/>
        </w:rPr>
        <w:t>address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 Nume: Eugen Neamțiu</w:t>
      </w:r>
      <w:r w:rsidRPr="004973D7">
        <w:rPr>
          <w:rFonts w:eastAsia="Times New Roman"/>
          <w:color w:val="4F76AC"/>
        </w:rPr>
        <w:t>&lt;</w:t>
      </w:r>
      <w:proofErr w:type="spellStart"/>
      <w:r w:rsidRPr="004973D7">
        <w:rPr>
          <w:rFonts w:eastAsia="Times New Roman"/>
          <w:color w:val="823125"/>
        </w:rPr>
        <w:t>br</w:t>
      </w:r>
      <w:proofErr w:type="spellEnd"/>
      <w:r w:rsidRPr="004973D7">
        <w:rPr>
          <w:rFonts w:eastAsia="Times New Roman"/>
        </w:rPr>
        <w:t xml:space="preserve"> </w:t>
      </w:r>
      <w:r w:rsidRPr="004973D7">
        <w:rPr>
          <w:rFonts w:eastAsia="Times New Roman"/>
          <w:color w:val="4F76AC"/>
        </w:rPr>
        <w:t>/&gt;</w:t>
      </w:r>
      <w:r w:rsidRPr="004973D7">
        <w:rPr>
          <w:rFonts w:eastAsia="Times New Roman"/>
        </w:rPr>
        <w:t xml:space="preserve">Mobil: 7123 456 789 </w:t>
      </w:r>
      <w:r w:rsidRPr="004973D7">
        <w:rPr>
          <w:rFonts w:eastAsia="Times New Roman"/>
          <w:color w:val="4F76AC"/>
        </w:rPr>
        <w:t>&lt;/</w:t>
      </w:r>
      <w:proofErr w:type="spellStart"/>
      <w:r w:rsidRPr="004973D7">
        <w:rPr>
          <w:rFonts w:eastAsia="Times New Roman"/>
          <w:color w:val="823125"/>
        </w:rPr>
        <w:t>address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 </w:t>
      </w:r>
      <w:r w:rsidR="002869C9">
        <w:rPr>
          <w:rFonts w:eastAsia="Times New Roman"/>
        </w:rPr>
        <w:t xml:space="preserve">  = i</w:t>
      </w:r>
      <w:r w:rsidRPr="004973D7">
        <w:rPr>
          <w:rFonts w:eastAsia="Times New Roman"/>
        </w:rPr>
        <w:t xml:space="preserve">nformații de contact legate de </w:t>
      </w:r>
      <w:r w:rsidRPr="002869C9">
        <w:rPr>
          <w:rFonts w:eastAsia="Times New Roman"/>
          <w:u w:val="single"/>
        </w:rPr>
        <w:t>autorul paginii</w:t>
      </w:r>
      <w:r w:rsidRPr="004973D7">
        <w:rPr>
          <w:rFonts w:eastAsia="Times New Roman"/>
        </w:rPr>
        <w:t xml:space="preserve"> (nu orice adresă poștală) </w:t>
      </w:r>
      <w:r w:rsidR="002869C9">
        <w:rPr>
          <w:rFonts w:eastAsia="Times New Roman"/>
        </w:rPr>
        <w:t>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  <w:color w:val="4F76AC"/>
        </w:rPr>
        <w:t>&lt;</w:t>
      </w:r>
      <w:r w:rsidRPr="004973D7">
        <w:rPr>
          <w:rFonts w:eastAsia="Times New Roman"/>
          <w:color w:val="823125"/>
        </w:rPr>
        <w:t>b</w:t>
      </w:r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text</w:t>
      </w:r>
      <w:r w:rsidRPr="004973D7">
        <w:rPr>
          <w:rFonts w:eastAsia="Times New Roman"/>
          <w:color w:val="4F76AC"/>
        </w:rPr>
        <w:t>&lt;/</w:t>
      </w:r>
      <w:r w:rsidRPr="004973D7">
        <w:rPr>
          <w:rFonts w:eastAsia="Times New Roman"/>
          <w:color w:val="823125"/>
        </w:rPr>
        <w:t>b</w:t>
      </w:r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 </w:t>
      </w:r>
      <w:r w:rsidR="002869C9">
        <w:rPr>
          <w:rFonts w:eastAsia="Times New Roman"/>
        </w:rPr>
        <w:t xml:space="preserve">  = </w:t>
      </w:r>
      <w:r w:rsidRPr="004973D7">
        <w:rPr>
          <w:rFonts w:eastAsia="Times New Roman"/>
        </w:rPr>
        <w:t>text îngroșat (</w:t>
      </w:r>
      <w:r w:rsidR="005839BE" w:rsidRPr="004973D7">
        <w:rPr>
          <w:rFonts w:eastAsia="Times New Roman"/>
        </w:rPr>
        <w:t xml:space="preserve">efect stilistic, </w:t>
      </w:r>
      <w:r w:rsidRPr="004973D7">
        <w:rPr>
          <w:rFonts w:eastAsia="Times New Roman"/>
        </w:rPr>
        <w:t xml:space="preserve">fără a </w:t>
      </w:r>
      <w:r w:rsidR="002869C9">
        <w:rPr>
          <w:rFonts w:eastAsia="Times New Roman"/>
        </w:rPr>
        <w:t>semnifica importanță mai mare</w:t>
      </w:r>
      <w:r w:rsidRPr="004973D7">
        <w:rPr>
          <w:rFonts w:eastAsia="Times New Roman"/>
        </w:rPr>
        <w:t>)</w:t>
      </w:r>
      <w:r w:rsidR="002869C9">
        <w:rPr>
          <w:rFonts w:eastAsia="Times New Roman"/>
        </w:rPr>
        <w:t>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  <w:color w:val="4F76AC"/>
        </w:rPr>
        <w:t>&lt;</w:t>
      </w:r>
      <w:r w:rsidRPr="004973D7">
        <w:rPr>
          <w:rFonts w:eastAsia="Times New Roman"/>
          <w:color w:val="823125"/>
        </w:rPr>
        <w:t>i</w:t>
      </w:r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text înclinat</w:t>
      </w:r>
      <w:r w:rsidRPr="004973D7">
        <w:rPr>
          <w:rFonts w:eastAsia="Times New Roman"/>
          <w:color w:val="4F76AC"/>
        </w:rPr>
        <w:t>&lt;/</w:t>
      </w:r>
      <w:r w:rsidRPr="004973D7">
        <w:rPr>
          <w:rFonts w:eastAsia="Times New Roman"/>
          <w:color w:val="823125"/>
        </w:rPr>
        <w:t>i</w:t>
      </w:r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 </w:t>
      </w:r>
      <w:r w:rsidR="002869C9">
        <w:rPr>
          <w:rFonts w:eastAsia="Times New Roman"/>
        </w:rPr>
        <w:t xml:space="preserve">  = </w:t>
      </w:r>
      <w:r w:rsidRPr="004973D7">
        <w:rPr>
          <w:rFonts w:eastAsia="Times New Roman"/>
        </w:rPr>
        <w:t>text diferit de cel din jur: termeni taxonomici (</w:t>
      </w:r>
      <w:proofErr w:type="spellStart"/>
      <w:r w:rsidRPr="004973D7">
        <w:rPr>
          <w:rFonts w:eastAsia="Times New Roman"/>
        </w:rPr>
        <w:t>Tyrannosaurus</w:t>
      </w:r>
      <w:proofErr w:type="spellEnd"/>
      <w:r w:rsidRPr="004973D7">
        <w:rPr>
          <w:rFonts w:eastAsia="Times New Roman"/>
        </w:rPr>
        <w:t xml:space="preserve"> Rex), nume de nave, termeni tehnici, cuvinte din altă limbă (</w:t>
      </w:r>
      <w:r w:rsidR="002869C9">
        <w:rPr>
          <w:rFonts w:eastAsia="Times New Roman"/>
        </w:rPr>
        <w:t>„</w:t>
      </w:r>
      <w:r w:rsidRPr="004973D7">
        <w:rPr>
          <w:rFonts w:eastAsia="Times New Roman"/>
        </w:rPr>
        <w:t xml:space="preserve">Am mâncat </w:t>
      </w:r>
      <w:r w:rsidR="004B5DAA">
        <w:rPr>
          <w:rFonts w:eastAsia="Times New Roman"/>
          <w:color w:val="4F76AC"/>
        </w:rPr>
        <w:t>&lt;</w:t>
      </w:r>
      <w:r w:rsidR="004B5DAA" w:rsidRPr="004973D7">
        <w:rPr>
          <w:rFonts w:eastAsia="Times New Roman"/>
          <w:color w:val="823125"/>
        </w:rPr>
        <w:t>i</w:t>
      </w:r>
      <w:r w:rsidR="004B5DAA" w:rsidRPr="004973D7">
        <w:rPr>
          <w:rFonts w:eastAsia="Times New Roman"/>
          <w:color w:val="4F76AC"/>
        </w:rPr>
        <w:t>&gt;</w:t>
      </w:r>
      <w:proofErr w:type="spellStart"/>
      <w:r w:rsidRPr="002869C9">
        <w:rPr>
          <w:rFonts w:eastAsia="Times New Roman"/>
          <w:i/>
        </w:rPr>
        <w:t>unagi</w:t>
      </w:r>
      <w:proofErr w:type="spellEnd"/>
      <w:r w:rsidRPr="002869C9">
        <w:rPr>
          <w:rFonts w:eastAsia="Times New Roman"/>
          <w:i/>
        </w:rPr>
        <w:t xml:space="preserve"> </w:t>
      </w:r>
      <w:proofErr w:type="spellStart"/>
      <w:r w:rsidRPr="002869C9">
        <w:rPr>
          <w:rFonts w:eastAsia="Times New Roman"/>
          <w:i/>
        </w:rPr>
        <w:t>sushi</w:t>
      </w:r>
      <w:proofErr w:type="spellEnd"/>
      <w:r w:rsidR="004B5DAA" w:rsidRPr="004973D7">
        <w:rPr>
          <w:rFonts w:eastAsia="Times New Roman"/>
          <w:color w:val="4F76AC"/>
        </w:rPr>
        <w:t>&lt;/</w:t>
      </w:r>
      <w:r w:rsidR="004B5DAA" w:rsidRPr="004973D7">
        <w:rPr>
          <w:rFonts w:eastAsia="Times New Roman"/>
          <w:color w:val="823125"/>
        </w:rPr>
        <w:t>i</w:t>
      </w:r>
      <w:r w:rsidR="004B5DAA" w:rsidRPr="004973D7">
        <w:rPr>
          <w:rFonts w:eastAsia="Times New Roman"/>
          <w:color w:val="4F76AC"/>
        </w:rPr>
        <w:t>&gt;</w:t>
      </w:r>
      <w:r w:rsidR="002869C9">
        <w:rPr>
          <w:rFonts w:eastAsia="Times New Roman"/>
        </w:rPr>
        <w:t>”</w:t>
      </w:r>
      <w:r w:rsidRPr="004973D7">
        <w:rPr>
          <w:rFonts w:eastAsia="Times New Roman"/>
        </w:rPr>
        <w:t>), gânduri</w:t>
      </w:r>
      <w:r w:rsidR="002869C9">
        <w:rPr>
          <w:rFonts w:eastAsia="Times New Roman"/>
        </w:rPr>
        <w:t xml:space="preserve"> ale unor personaje;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  <w:color w:val="4F76AC"/>
        </w:rPr>
        <w:t>&lt;</w:t>
      </w:r>
      <w:proofErr w:type="spellStart"/>
      <w:r w:rsidRPr="004973D7">
        <w:rPr>
          <w:rFonts w:eastAsia="Times New Roman"/>
          <w:color w:val="823125"/>
        </w:rPr>
        <w:t>em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text</w:t>
      </w:r>
      <w:r w:rsidRPr="004973D7">
        <w:rPr>
          <w:rFonts w:eastAsia="Times New Roman"/>
          <w:color w:val="4F76AC"/>
        </w:rPr>
        <w:t>&lt;/</w:t>
      </w:r>
      <w:proofErr w:type="spellStart"/>
      <w:r w:rsidRPr="004973D7">
        <w:rPr>
          <w:rFonts w:eastAsia="Times New Roman"/>
          <w:color w:val="823125"/>
        </w:rPr>
        <w:t>em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 </w:t>
      </w:r>
      <w:r w:rsidR="002869C9">
        <w:rPr>
          <w:rFonts w:eastAsia="Times New Roman"/>
        </w:rPr>
        <w:t xml:space="preserve">  = </w:t>
      </w:r>
      <w:r w:rsidRPr="004973D7">
        <w:rPr>
          <w:rFonts w:eastAsia="Times New Roman"/>
        </w:rPr>
        <w:t>text evidențiat prin pronunțarea diferită față de textul înconjurător: (</w:t>
      </w:r>
      <w:r w:rsidR="002869C9">
        <w:rPr>
          <w:rFonts w:eastAsia="Times New Roman"/>
        </w:rPr>
        <w:t>„</w:t>
      </w:r>
      <w:r w:rsidRPr="004973D7">
        <w:rPr>
          <w:rFonts w:eastAsia="Times New Roman"/>
        </w:rPr>
        <w:t xml:space="preserve">Cheamă doctorul </w:t>
      </w:r>
      <w:r w:rsidR="004B5DAA" w:rsidRPr="004973D7">
        <w:rPr>
          <w:rFonts w:eastAsia="Times New Roman"/>
          <w:color w:val="4F76AC"/>
        </w:rPr>
        <w:t>&lt;</w:t>
      </w:r>
      <w:proofErr w:type="spellStart"/>
      <w:r w:rsidR="004B5DAA" w:rsidRPr="004973D7">
        <w:rPr>
          <w:rFonts w:eastAsia="Times New Roman"/>
          <w:color w:val="823125"/>
        </w:rPr>
        <w:t>em</w:t>
      </w:r>
      <w:proofErr w:type="spellEnd"/>
      <w:r w:rsidR="004B5DAA"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  <w:i/>
        </w:rPr>
        <w:t>acum</w:t>
      </w:r>
      <w:r w:rsidR="004B5DAA" w:rsidRPr="004973D7">
        <w:rPr>
          <w:rFonts w:eastAsia="Times New Roman"/>
          <w:color w:val="4F76AC"/>
        </w:rPr>
        <w:t>&lt;/</w:t>
      </w:r>
      <w:proofErr w:type="spellStart"/>
      <w:r w:rsidR="004B5DAA" w:rsidRPr="004973D7">
        <w:rPr>
          <w:rFonts w:eastAsia="Times New Roman"/>
          <w:color w:val="823125"/>
        </w:rPr>
        <w:t>em</w:t>
      </w:r>
      <w:proofErr w:type="spellEnd"/>
      <w:r w:rsidR="004B5DAA"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!</w:t>
      </w:r>
      <w:r w:rsidR="002869C9">
        <w:rPr>
          <w:rFonts w:eastAsia="Times New Roman"/>
        </w:rPr>
        <w:t>”</w:t>
      </w:r>
      <w:r w:rsidRPr="004973D7">
        <w:rPr>
          <w:rFonts w:eastAsia="Times New Roman"/>
        </w:rPr>
        <w:t>)</w:t>
      </w:r>
      <w:r w:rsidR="00F26E7C">
        <w:rPr>
          <w:rFonts w:eastAsia="Times New Roman"/>
        </w:rPr>
        <w:t xml:space="preserve"> 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  <w:color w:val="4F76AC"/>
        </w:rPr>
        <w:t>&lt;</w:t>
      </w:r>
      <w:proofErr w:type="spellStart"/>
      <w:r w:rsidRPr="004973D7">
        <w:rPr>
          <w:rFonts w:eastAsia="Times New Roman"/>
          <w:color w:val="823125"/>
        </w:rPr>
        <w:t>strong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text important</w:t>
      </w:r>
      <w:r w:rsidRPr="004973D7">
        <w:rPr>
          <w:rFonts w:eastAsia="Times New Roman"/>
          <w:color w:val="4F76AC"/>
        </w:rPr>
        <w:t>&lt;/</w:t>
      </w:r>
      <w:proofErr w:type="spellStart"/>
      <w:r w:rsidRPr="004973D7">
        <w:rPr>
          <w:rFonts w:eastAsia="Times New Roman"/>
          <w:color w:val="823125"/>
        </w:rPr>
        <w:t>strong</w:t>
      </w:r>
      <w:proofErr w:type="spellEnd"/>
      <w:r w:rsidRPr="004973D7">
        <w:rPr>
          <w:rFonts w:eastAsia="Times New Roman"/>
          <w:color w:val="4F76AC"/>
        </w:rPr>
        <w:t>&gt;</w:t>
      </w:r>
      <w:r w:rsidR="00F26E7C" w:rsidRPr="00F26E7C">
        <w:rPr>
          <w:rFonts w:eastAsia="Times New Roman"/>
        </w:rPr>
        <w:t xml:space="preserve"> 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  <w:color w:val="4F76AC"/>
        </w:rPr>
        <w:t>&lt;</w:t>
      </w:r>
      <w:proofErr w:type="spellStart"/>
      <w:r w:rsidRPr="004973D7">
        <w:rPr>
          <w:rFonts w:eastAsia="Times New Roman"/>
          <w:color w:val="823125"/>
        </w:rPr>
        <w:t>small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text</w:t>
      </w:r>
      <w:r w:rsidRPr="004973D7">
        <w:rPr>
          <w:rFonts w:eastAsia="Times New Roman"/>
          <w:color w:val="4F76AC"/>
        </w:rPr>
        <w:t>&lt;/</w:t>
      </w:r>
      <w:proofErr w:type="spellStart"/>
      <w:r w:rsidRPr="004973D7">
        <w:rPr>
          <w:rFonts w:eastAsia="Times New Roman"/>
          <w:color w:val="823125"/>
        </w:rPr>
        <w:t>small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 </w:t>
      </w:r>
      <w:r w:rsidR="002869C9">
        <w:rPr>
          <w:rFonts w:eastAsia="Times New Roman"/>
        </w:rPr>
        <w:t xml:space="preserve">  = </w:t>
      </w:r>
      <w:r w:rsidRPr="004973D7">
        <w:rPr>
          <w:rFonts w:eastAsia="Times New Roman"/>
        </w:rPr>
        <w:t>text "mic": precizări legale, copyright, informații legate de drept</w:t>
      </w:r>
      <w:r w:rsidR="00F26E7C">
        <w:rPr>
          <w:rFonts w:eastAsia="Times New Roman"/>
        </w:rPr>
        <w:t xml:space="preserve">urile de autor (folosit </w:t>
      </w:r>
      <w:proofErr w:type="spellStart"/>
      <w:r w:rsidR="00F26E7C">
        <w:rPr>
          <w:rFonts w:eastAsia="Times New Roman"/>
        </w:rPr>
        <w:t>inline</w:t>
      </w:r>
      <w:proofErr w:type="spellEnd"/>
      <w:r w:rsidR="00F26E7C">
        <w:rPr>
          <w:rFonts w:eastAsia="Times New Roman"/>
        </w:rPr>
        <w:t>);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</w:rPr>
        <w:t>H</w:t>
      </w:r>
      <w:r w:rsidRPr="004973D7">
        <w:rPr>
          <w:rFonts w:eastAsia="Times New Roman"/>
          <w:color w:val="4F76AC"/>
        </w:rPr>
        <w:t>&lt;</w:t>
      </w:r>
      <w:r w:rsidRPr="004973D7">
        <w:rPr>
          <w:rFonts w:eastAsia="Times New Roman"/>
          <w:color w:val="823125"/>
        </w:rPr>
        <w:t>sub</w:t>
      </w:r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2</w:t>
      </w:r>
      <w:r w:rsidRPr="004973D7">
        <w:rPr>
          <w:rFonts w:eastAsia="Times New Roman"/>
          <w:color w:val="4F76AC"/>
        </w:rPr>
        <w:t>&lt;/</w:t>
      </w:r>
      <w:r w:rsidRPr="004973D7">
        <w:rPr>
          <w:rFonts w:eastAsia="Times New Roman"/>
          <w:color w:val="823125"/>
        </w:rPr>
        <w:t>sub</w:t>
      </w:r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 xml:space="preserve">O  </w:t>
      </w:r>
      <w:r w:rsidR="002869C9">
        <w:rPr>
          <w:rFonts w:eastAsia="Times New Roman"/>
        </w:rPr>
        <w:t xml:space="preserve"> = </w:t>
      </w:r>
      <w:r w:rsidR="00D57075">
        <w:rPr>
          <w:rFonts w:eastAsia="Times New Roman"/>
        </w:rPr>
        <w:t>indice (</w:t>
      </w:r>
      <w:proofErr w:type="spellStart"/>
      <w:r w:rsidR="00D57075">
        <w:rPr>
          <w:rFonts w:eastAsia="Times New Roman"/>
        </w:rPr>
        <w:t>subscript</w:t>
      </w:r>
      <w:proofErr w:type="spellEnd"/>
      <w:r w:rsidR="00D57075">
        <w:rPr>
          <w:rFonts w:eastAsia="Times New Roman"/>
        </w:rPr>
        <w:t>)</w:t>
      </w:r>
      <w:r w:rsidR="00F26E7C">
        <w:rPr>
          <w:rFonts w:eastAsia="Times New Roman"/>
        </w:rPr>
        <w:t>;</w:t>
      </w:r>
    </w:p>
    <w:p w:rsidR="009733CE" w:rsidRPr="004973D7" w:rsidRDefault="009733CE" w:rsidP="003C2D94">
      <w:pPr>
        <w:pStyle w:val="ListParagraph"/>
        <w:rPr>
          <w:rFonts w:eastAsia="Times New Roman"/>
        </w:rPr>
      </w:pPr>
      <w:r w:rsidRPr="004973D7">
        <w:rPr>
          <w:rFonts w:eastAsia="Times New Roman"/>
        </w:rPr>
        <w:t>x</w:t>
      </w:r>
      <w:r w:rsidRPr="004973D7">
        <w:rPr>
          <w:rFonts w:eastAsia="Times New Roman"/>
          <w:color w:val="4F76AC"/>
        </w:rPr>
        <w:t>&lt;</w:t>
      </w:r>
      <w:proofErr w:type="spellStart"/>
      <w:r w:rsidRPr="004973D7">
        <w:rPr>
          <w:rFonts w:eastAsia="Times New Roman"/>
          <w:color w:val="823125"/>
        </w:rPr>
        <w:t>sup</w:t>
      </w:r>
      <w:proofErr w:type="spellEnd"/>
      <w:r w:rsidRPr="004973D7">
        <w:rPr>
          <w:rFonts w:eastAsia="Times New Roman"/>
          <w:color w:val="4F76AC"/>
        </w:rPr>
        <w:t>&gt;</w:t>
      </w:r>
      <w:r w:rsidRPr="004973D7">
        <w:rPr>
          <w:rFonts w:eastAsia="Times New Roman"/>
        </w:rPr>
        <w:t>2</w:t>
      </w:r>
      <w:r w:rsidRPr="004973D7">
        <w:rPr>
          <w:rFonts w:eastAsia="Times New Roman"/>
          <w:color w:val="4F76AC"/>
        </w:rPr>
        <w:t>&lt;/</w:t>
      </w:r>
      <w:proofErr w:type="spellStart"/>
      <w:r w:rsidRPr="004973D7">
        <w:rPr>
          <w:rFonts w:eastAsia="Times New Roman"/>
          <w:color w:val="823125"/>
        </w:rPr>
        <w:t>sup</w:t>
      </w:r>
      <w:proofErr w:type="spellEnd"/>
      <w:r w:rsidRPr="004973D7">
        <w:rPr>
          <w:rFonts w:eastAsia="Times New Roman"/>
          <w:color w:val="4F76AC"/>
        </w:rPr>
        <w:t>&gt;</w:t>
      </w:r>
      <w:r w:rsidR="002869C9" w:rsidRPr="002869C9">
        <w:rPr>
          <w:rFonts w:eastAsia="Times New Roman"/>
        </w:rPr>
        <w:t xml:space="preserve">   = </w:t>
      </w:r>
      <w:r w:rsidRPr="004973D7">
        <w:rPr>
          <w:rFonts w:eastAsia="Times New Roman"/>
        </w:rPr>
        <w:t>putere (</w:t>
      </w:r>
      <w:proofErr w:type="spellStart"/>
      <w:r w:rsidRPr="004973D7">
        <w:rPr>
          <w:rFonts w:eastAsia="Times New Roman"/>
        </w:rPr>
        <w:t>superscript</w:t>
      </w:r>
      <w:proofErr w:type="spellEnd"/>
      <w:r w:rsidRPr="004973D7">
        <w:rPr>
          <w:rFonts w:eastAsia="Times New Roman"/>
        </w:rPr>
        <w:t>)</w:t>
      </w:r>
      <w:r w:rsidR="00F26E7C">
        <w:rPr>
          <w:rFonts w:eastAsia="Times New Roman"/>
        </w:rPr>
        <w:t>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s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text tăiat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s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text care nu mai este corect, sau actual</w:t>
      </w:r>
      <w:r w:rsidR="00F26E7C">
        <w:rPr>
          <w:rFonts w:asciiTheme="minorHAnsi" w:eastAsia="Times New Roman" w:hAnsiTheme="minorHAnsi" w:cs="Consolas"/>
          <w:color w:val="000000"/>
          <w:szCs w:val="20"/>
        </w:rPr>
        <w:t xml:space="preserve"> (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 xml:space="preserve">Ne întâlnim mâine la ora </w:t>
      </w:r>
      <w:r w:rsidR="00D57075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D57075" w:rsidRPr="00FA6DAF">
        <w:rPr>
          <w:rFonts w:asciiTheme="minorHAnsi" w:eastAsia="Times New Roman" w:hAnsiTheme="minorHAnsi" w:cs="Consolas"/>
          <w:color w:val="823125"/>
          <w:szCs w:val="20"/>
        </w:rPr>
        <w:t>s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D57075" w:rsidRPr="00D57075">
        <w:rPr>
          <w:rFonts w:asciiTheme="minorHAnsi" w:eastAsia="Times New Roman" w:hAnsiTheme="minorHAnsi" w:cs="Consolas"/>
          <w:strike/>
          <w:color w:val="000000"/>
          <w:szCs w:val="20"/>
        </w:rPr>
        <w:t>12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D57075" w:rsidRPr="00FA6DAF">
        <w:rPr>
          <w:rFonts w:asciiTheme="minorHAnsi" w:eastAsia="Times New Roman" w:hAnsiTheme="minorHAnsi" w:cs="Consolas"/>
          <w:color w:val="823125"/>
          <w:szCs w:val="20"/>
        </w:rPr>
        <w:t>s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 xml:space="preserve"> 10</w:t>
      </w:r>
      <w:r w:rsidR="00F26E7C">
        <w:rPr>
          <w:rFonts w:asciiTheme="minorHAnsi" w:eastAsia="Times New Roman" w:hAnsiTheme="minorHAnsi" w:cs="Consolas"/>
          <w:color w:val="000000"/>
          <w:szCs w:val="20"/>
        </w:rPr>
        <w:t>);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cite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titlu lucrare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cite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numele unei lucrări (carte, film, melodie, pictură, sculptură etc.) despre care se vorbește în text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>. Exemplu: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="00D57075" w:rsidRPr="00FA6DAF">
        <w:rPr>
          <w:rFonts w:asciiTheme="minorHAnsi" w:eastAsia="Times New Roman" w:hAnsiTheme="minorHAnsi" w:cs="Consolas"/>
          <w:color w:val="823125"/>
          <w:szCs w:val="20"/>
        </w:rPr>
        <w:t>cite</w:t>
      </w:r>
      <w:proofErr w:type="spellEnd"/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D57075" w:rsidRPr="00D57075">
        <w:rPr>
          <w:rFonts w:asciiTheme="minorHAnsi" w:eastAsia="Times New Roman" w:hAnsiTheme="minorHAnsi" w:cs="Consolas"/>
          <w:szCs w:val="20"/>
        </w:rPr>
        <w:t xml:space="preserve">A Song Of </w:t>
      </w:r>
      <w:proofErr w:type="spellStart"/>
      <w:r w:rsidR="00D57075" w:rsidRPr="00D57075">
        <w:rPr>
          <w:rFonts w:asciiTheme="minorHAnsi" w:eastAsia="Times New Roman" w:hAnsiTheme="minorHAnsi" w:cs="Consolas"/>
          <w:szCs w:val="20"/>
        </w:rPr>
        <w:t>Ice</w:t>
      </w:r>
      <w:proofErr w:type="spellEnd"/>
      <w:r w:rsidR="00D57075" w:rsidRPr="00D57075">
        <w:rPr>
          <w:rFonts w:asciiTheme="minorHAnsi" w:eastAsia="Times New Roman" w:hAnsiTheme="minorHAnsi" w:cs="Consolas"/>
          <w:szCs w:val="20"/>
        </w:rPr>
        <w:t xml:space="preserve"> </w:t>
      </w:r>
      <w:proofErr w:type="spellStart"/>
      <w:r w:rsidR="00D57075" w:rsidRPr="00D57075">
        <w:rPr>
          <w:rFonts w:asciiTheme="minorHAnsi" w:eastAsia="Times New Roman" w:hAnsiTheme="minorHAnsi" w:cs="Consolas"/>
          <w:szCs w:val="20"/>
        </w:rPr>
        <w:t>And</w:t>
      </w:r>
      <w:proofErr w:type="spellEnd"/>
      <w:r w:rsidR="00D57075" w:rsidRPr="00D57075">
        <w:rPr>
          <w:rFonts w:asciiTheme="minorHAnsi" w:eastAsia="Times New Roman" w:hAnsiTheme="minorHAnsi" w:cs="Consolas"/>
          <w:szCs w:val="20"/>
        </w:rPr>
        <w:t xml:space="preserve"> Fire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="00D57075" w:rsidRPr="00FA6DAF">
        <w:rPr>
          <w:rFonts w:asciiTheme="minorHAnsi" w:eastAsia="Times New Roman" w:hAnsiTheme="minorHAnsi" w:cs="Consolas"/>
          <w:color w:val="823125"/>
          <w:szCs w:val="20"/>
        </w:rPr>
        <w:t>cite</w:t>
      </w:r>
      <w:proofErr w:type="spellEnd"/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D57075" w:rsidRPr="00D57075">
        <w:rPr>
          <w:rFonts w:asciiTheme="minorHAnsi" w:eastAsia="Times New Roman" w:hAnsiTheme="minorHAnsi" w:cs="Consolas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szCs w:val="20"/>
        </w:rPr>
        <w:t>este cea mai bună carte fantastică scrisă vreodată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dfn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definiție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dfn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numele unui termen ca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>re se definește în elementul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>HTML părinte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. Exemplu:  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D57075">
        <w:rPr>
          <w:rFonts w:asciiTheme="minorHAnsi" w:eastAsia="Times New Roman" w:hAnsiTheme="minorHAnsi" w:cs="Consolas"/>
          <w:color w:val="823125"/>
          <w:szCs w:val="20"/>
        </w:rPr>
        <w:t>p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="00D57075" w:rsidRPr="00FA6DAF">
        <w:rPr>
          <w:rFonts w:asciiTheme="minorHAnsi" w:eastAsia="Times New Roman" w:hAnsiTheme="minorHAnsi" w:cs="Consolas"/>
          <w:color w:val="823125"/>
          <w:szCs w:val="20"/>
        </w:rPr>
        <w:t>dfn</w:t>
      </w:r>
      <w:proofErr w:type="spellEnd"/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 xml:space="preserve"> </w:t>
      </w:r>
      <w:r w:rsidR="00D57075" w:rsidRPr="00D57075">
        <w:rPr>
          <w:rFonts w:asciiTheme="minorHAnsi" w:eastAsia="Times New Roman" w:hAnsiTheme="minorHAnsi" w:cs="Consolas"/>
          <w:szCs w:val="20"/>
        </w:rPr>
        <w:t>Internetul</w:t>
      </w:r>
      <w:r w:rsidR="00C62032">
        <w:rPr>
          <w:rFonts w:asciiTheme="minorHAnsi" w:eastAsia="Times New Roman" w:hAnsiTheme="minorHAnsi" w:cs="Consolas"/>
          <w:szCs w:val="20"/>
        </w:rPr>
        <w:t xml:space="preserve"> 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="00D57075" w:rsidRPr="00FA6DAF">
        <w:rPr>
          <w:rFonts w:asciiTheme="minorHAnsi" w:eastAsia="Times New Roman" w:hAnsiTheme="minorHAnsi" w:cs="Consolas"/>
          <w:color w:val="823125"/>
          <w:szCs w:val="20"/>
        </w:rPr>
        <w:t>dfn</w:t>
      </w:r>
      <w:proofErr w:type="spellEnd"/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D57075">
        <w:rPr>
          <w:rFonts w:asciiTheme="minorHAnsi" w:eastAsia="Times New Roman" w:hAnsiTheme="minorHAnsi" w:cs="Consolas"/>
          <w:color w:val="4F76AC"/>
          <w:szCs w:val="20"/>
        </w:rPr>
        <w:t xml:space="preserve"> </w:t>
      </w:r>
      <w:r w:rsidR="00D57075" w:rsidRPr="00D57075">
        <w:rPr>
          <w:rFonts w:asciiTheme="minorHAnsi" w:eastAsia="Times New Roman" w:hAnsiTheme="minorHAnsi" w:cs="Consolas"/>
          <w:szCs w:val="20"/>
        </w:rPr>
        <w:t>este o rețea de rețele.</w:t>
      </w:r>
      <w:r w:rsidR="00C62032">
        <w:rPr>
          <w:rFonts w:asciiTheme="minorHAnsi" w:eastAsia="Times New Roman" w:hAnsiTheme="minorHAnsi" w:cs="Consolas"/>
          <w:szCs w:val="20"/>
        </w:rPr>
        <w:t xml:space="preserve"> 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D57075">
        <w:rPr>
          <w:rFonts w:asciiTheme="minorHAnsi" w:eastAsia="Times New Roman" w:hAnsiTheme="minorHAnsi" w:cs="Consolas"/>
          <w:color w:val="4F76AC"/>
          <w:szCs w:val="20"/>
        </w:rPr>
        <w:t>/</w:t>
      </w:r>
      <w:r w:rsidR="00D57075">
        <w:rPr>
          <w:rFonts w:asciiTheme="minorHAnsi" w:eastAsia="Times New Roman" w:hAnsiTheme="minorHAnsi" w:cs="Consolas"/>
          <w:color w:val="823125"/>
          <w:szCs w:val="20"/>
        </w:rPr>
        <w:t>p</w:t>
      </w:r>
      <w:r w:rsidR="00D57075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390A25">
        <w:rPr>
          <w:rFonts w:asciiTheme="minorHAnsi" w:eastAsia="Times New Roman" w:hAnsiTheme="minorHAnsi" w:cs="Consolas"/>
          <w:color w:val="4F76AC"/>
          <w:szCs w:val="20"/>
        </w:rPr>
        <w:t xml:space="preserve"> </w:t>
      </w:r>
      <w:r w:rsidR="00D57075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code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instrucțiuni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code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instrucțiuni scrise într-un limbaj de programare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. Exemplu: Pentru radical se folosește funcția 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code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proofErr w:type="spellStart"/>
      <w:r w:rsidR="00C62032" w:rsidRPr="00C62032">
        <w:rPr>
          <w:rFonts w:asciiTheme="minorHAnsi" w:eastAsia="Times New Roman" w:hAnsiTheme="minorHAnsi" w:cs="Consolas"/>
          <w:szCs w:val="20"/>
        </w:rPr>
        <w:t>sqrt</w:t>
      </w:r>
      <w:proofErr w:type="spellEnd"/>
      <w:r w:rsidR="00C62032" w:rsidRPr="00C62032">
        <w:rPr>
          <w:rFonts w:asciiTheme="minorHAnsi" w:eastAsia="Times New Roman" w:hAnsiTheme="minorHAnsi" w:cs="Consolas"/>
          <w:szCs w:val="20"/>
        </w:rPr>
        <w:t>()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>/</w:t>
      </w:r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code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390A25">
        <w:rPr>
          <w:rFonts w:asciiTheme="minorHAnsi" w:eastAsia="Times New Roman" w:hAnsiTheme="minorHAnsi" w:cs="Consolas"/>
          <w:color w:val="4F76AC"/>
          <w:szCs w:val="20"/>
        </w:rPr>
        <w:t xml:space="preserve"> 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var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variabilă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var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numele unei variabile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. Exemplu: Vom folosi în program variabila 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var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 w:rsidRPr="00C62032">
        <w:rPr>
          <w:rFonts w:asciiTheme="minorHAnsi" w:eastAsia="Times New Roman" w:hAnsiTheme="minorHAnsi" w:cs="Consolas"/>
          <w:szCs w:val="20"/>
        </w:rPr>
        <w:t>x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var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390A25">
        <w:rPr>
          <w:rFonts w:asciiTheme="minorHAnsi" w:eastAsia="Times New Roman" w:hAnsiTheme="minorHAnsi" w:cs="Consolas"/>
          <w:szCs w:val="20"/>
        </w:rPr>
        <w:t xml:space="preserve"> 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samp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ieșire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samp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ieșirea produsă de calculator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 (vezi exemplul de mai jos)</w:t>
      </w:r>
      <w:r w:rsidR="00390A25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kbd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intrare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kbd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o comandă sau un text introdus de utilizator</w:t>
      </w:r>
      <w:r w:rsidR="00C62032">
        <w:rPr>
          <w:rFonts w:asciiTheme="minorHAnsi" w:eastAsia="Times New Roman" w:hAnsiTheme="minorHAnsi" w:cs="Consolas"/>
          <w:color w:val="000000"/>
          <w:szCs w:val="20"/>
        </w:rPr>
        <w:t xml:space="preserve">. Exemplu: Utilizatorul tastează 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kbd</w:t>
      </w:r>
      <w:proofErr w:type="spellEnd"/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 xml:space="preserve"> </w:t>
      </w:r>
      <w:r w:rsidR="00C62032" w:rsidRPr="00C62032">
        <w:rPr>
          <w:rFonts w:asciiTheme="minorHAnsi" w:eastAsia="Times New Roman" w:hAnsiTheme="minorHAnsi" w:cs="Consolas"/>
          <w:szCs w:val="20"/>
        </w:rPr>
        <w:t>Ana are mere.</w:t>
      </w:r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kbd</w:t>
      </w:r>
      <w:proofErr w:type="spellEnd"/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 w:rsidRPr="00C62032">
        <w:rPr>
          <w:rFonts w:asciiTheme="minorHAnsi" w:eastAsia="Times New Roman" w:hAnsiTheme="minorHAnsi" w:cs="Consolas"/>
          <w:szCs w:val="20"/>
        </w:rPr>
        <w:t xml:space="preserve">, iar programul afișează </w:t>
      </w:r>
      <w:r w:rsidR="00C62032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samp</w:t>
      </w:r>
      <w:proofErr w:type="spellEnd"/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 w:rsidRPr="00C62032">
        <w:rPr>
          <w:rFonts w:asciiTheme="minorHAnsi" w:eastAsia="Times New Roman" w:hAnsiTheme="minorHAnsi" w:cs="Consolas"/>
          <w:szCs w:val="20"/>
        </w:rPr>
        <w:t>.</w:t>
      </w:r>
      <w:proofErr w:type="spellStart"/>
      <w:r w:rsidR="00C62032" w:rsidRPr="00C62032">
        <w:rPr>
          <w:rFonts w:asciiTheme="minorHAnsi" w:eastAsia="Times New Roman" w:hAnsiTheme="minorHAnsi" w:cs="Consolas"/>
          <w:szCs w:val="20"/>
        </w:rPr>
        <w:t>erem</w:t>
      </w:r>
      <w:proofErr w:type="spellEnd"/>
      <w:r w:rsidR="00C62032" w:rsidRPr="00C62032">
        <w:rPr>
          <w:rFonts w:asciiTheme="minorHAnsi" w:eastAsia="Times New Roman" w:hAnsiTheme="minorHAnsi" w:cs="Consolas"/>
          <w:szCs w:val="20"/>
        </w:rPr>
        <w:t xml:space="preserve"> era </w:t>
      </w:r>
      <w:proofErr w:type="spellStart"/>
      <w:r w:rsidR="00C62032" w:rsidRPr="00C62032">
        <w:rPr>
          <w:rFonts w:asciiTheme="minorHAnsi" w:eastAsia="Times New Roman" w:hAnsiTheme="minorHAnsi" w:cs="Consolas"/>
          <w:szCs w:val="20"/>
        </w:rPr>
        <w:t>anA</w:t>
      </w:r>
      <w:proofErr w:type="spellEnd"/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="00C62032" w:rsidRPr="00FA6DAF">
        <w:rPr>
          <w:rFonts w:asciiTheme="minorHAnsi" w:eastAsia="Times New Roman" w:hAnsiTheme="minorHAnsi" w:cs="Consolas"/>
          <w:color w:val="823125"/>
          <w:szCs w:val="20"/>
        </w:rPr>
        <w:t>samp</w:t>
      </w:r>
      <w:proofErr w:type="spellEnd"/>
      <w:r w:rsidR="00C62032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C62032"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390A25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mark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text marcat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mark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390A25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text care are o relevanță specială în raport cu activitatea utilizatorului (toate aparițiile unui cuvânt căutat)</w:t>
      </w:r>
      <w:r w:rsidR="00390A25">
        <w:rPr>
          <w:rFonts w:asciiTheme="minorHAnsi" w:eastAsia="Times New Roman" w:hAnsiTheme="minorHAnsi" w:cs="Consolas"/>
          <w:color w:val="000000"/>
          <w:szCs w:val="20"/>
        </w:rPr>
        <w:t>;</w:t>
      </w:r>
    </w:p>
    <w:p w:rsidR="00FA6DAF" w:rsidRPr="00FA6DAF" w:rsidRDefault="00FA6DAF" w:rsidP="003C2D94">
      <w:pPr>
        <w:pStyle w:val="HTMLPreformatted"/>
        <w:shd w:val="clear" w:color="auto" w:fill="FFFFFF"/>
        <w:jc w:val="both"/>
        <w:rPr>
          <w:rFonts w:ascii="Consolas" w:hAnsi="Consolas" w:cs="Consolas"/>
          <w:color w:val="000000"/>
        </w:rPr>
      </w:pPr>
      <w:r w:rsidRPr="00FA6DAF">
        <w:rPr>
          <w:rFonts w:asciiTheme="minorHAnsi" w:hAnsiTheme="minorHAnsi" w:cs="Consolas"/>
          <w:color w:val="4F76AC"/>
        </w:rPr>
        <w:t>&lt;</w:t>
      </w:r>
      <w:proofErr w:type="spellStart"/>
      <w:r w:rsidRPr="00FA6DAF">
        <w:rPr>
          <w:rFonts w:asciiTheme="minorHAnsi" w:hAnsiTheme="minorHAnsi" w:cs="Consolas"/>
          <w:color w:val="823125"/>
        </w:rPr>
        <w:t>span</w:t>
      </w:r>
      <w:proofErr w:type="spellEnd"/>
      <w:r w:rsidRPr="00FA6DAF">
        <w:rPr>
          <w:rFonts w:asciiTheme="minorHAnsi" w:hAnsiTheme="minorHAnsi" w:cs="Consolas"/>
          <w:color w:val="4F76AC"/>
        </w:rPr>
        <w:t>&gt;</w:t>
      </w:r>
      <w:r w:rsidRPr="00FA6DAF">
        <w:rPr>
          <w:rFonts w:asciiTheme="minorHAnsi" w:hAnsiTheme="minorHAnsi" w:cs="Consolas"/>
          <w:color w:val="000000"/>
        </w:rPr>
        <w:t xml:space="preserve">text </w:t>
      </w:r>
      <w:proofErr w:type="spellStart"/>
      <w:r w:rsidRPr="00FA6DAF">
        <w:rPr>
          <w:rFonts w:asciiTheme="minorHAnsi" w:hAnsiTheme="minorHAnsi" w:cs="Consolas"/>
          <w:color w:val="000000"/>
        </w:rPr>
        <w:t>inline</w:t>
      </w:r>
      <w:proofErr w:type="spellEnd"/>
      <w:r w:rsidRPr="00FA6DAF">
        <w:rPr>
          <w:rFonts w:asciiTheme="minorHAnsi" w:hAnsiTheme="minorHAnsi" w:cs="Consolas"/>
          <w:color w:val="4F76AC"/>
        </w:rPr>
        <w:t>&lt;/</w:t>
      </w:r>
      <w:proofErr w:type="spellStart"/>
      <w:r w:rsidRPr="00FA6DAF">
        <w:rPr>
          <w:rFonts w:asciiTheme="minorHAnsi" w:hAnsiTheme="minorHAnsi" w:cs="Consolas"/>
          <w:color w:val="823125"/>
        </w:rPr>
        <w:t>span</w:t>
      </w:r>
      <w:proofErr w:type="spellEnd"/>
      <w:r w:rsidRPr="00FA6DAF">
        <w:rPr>
          <w:rFonts w:asciiTheme="minorHAnsi" w:hAnsiTheme="minorHAnsi" w:cs="Consolas"/>
          <w:color w:val="4F76AC"/>
        </w:rPr>
        <w:t>&gt;</w:t>
      </w:r>
      <w:r w:rsidRPr="00FA6DAF">
        <w:rPr>
          <w:rFonts w:asciiTheme="minorHAnsi" w:hAnsiTheme="minorHAnsi" w:cs="Consolas"/>
          <w:color w:val="000000"/>
        </w:rPr>
        <w:t xml:space="preserve"> </w:t>
      </w:r>
      <w:r w:rsidR="003C2D94">
        <w:rPr>
          <w:rFonts w:asciiTheme="minorHAnsi" w:hAnsiTheme="minorHAnsi" w:cs="Consolas"/>
          <w:color w:val="000000"/>
        </w:rPr>
        <w:t xml:space="preserve">  = </w:t>
      </w:r>
      <w:r w:rsidRPr="00FA6DAF">
        <w:rPr>
          <w:rFonts w:asciiTheme="minorHAnsi" w:hAnsiTheme="minorHAnsi" w:cs="Consolas"/>
          <w:color w:val="000000"/>
        </w:rPr>
        <w:t xml:space="preserve">marchează o zonă de text din interiorul unei propoziții (fără semnificație semantică). Se folosește pentru a grupa text în scopul aplicării de stiluri. Este ca un </w:t>
      </w:r>
      <w:r w:rsidRPr="00FA6DAF">
        <w:rPr>
          <w:rFonts w:asciiTheme="minorHAnsi" w:hAnsiTheme="minorHAnsi" w:cs="Consolas"/>
          <w:color w:val="4F76AC"/>
        </w:rPr>
        <w:t>&lt;</w:t>
      </w:r>
      <w:r w:rsidRPr="00FA6DAF">
        <w:rPr>
          <w:rFonts w:asciiTheme="minorHAnsi" w:hAnsiTheme="minorHAnsi" w:cs="Consolas"/>
          <w:color w:val="823125"/>
        </w:rPr>
        <w:t>div</w:t>
      </w:r>
      <w:r w:rsidRPr="00FA6DAF">
        <w:rPr>
          <w:rFonts w:asciiTheme="minorHAnsi" w:hAnsiTheme="minorHAnsi" w:cs="Consolas"/>
          <w:color w:val="4F76AC"/>
        </w:rPr>
        <w:t>&gt;&lt;/</w:t>
      </w:r>
      <w:proofErr w:type="spellStart"/>
      <w:r w:rsidRPr="00FA6DAF">
        <w:rPr>
          <w:rFonts w:asciiTheme="minorHAnsi" w:hAnsiTheme="minorHAnsi" w:cs="Consolas"/>
          <w:color w:val="823125"/>
        </w:rPr>
        <w:t>div</w:t>
      </w:r>
      <w:proofErr w:type="spellEnd"/>
      <w:r w:rsidRPr="00FA6DAF">
        <w:rPr>
          <w:rFonts w:asciiTheme="minorHAnsi" w:hAnsiTheme="minorHAnsi" w:cs="Consolas"/>
          <w:color w:val="4F76AC"/>
        </w:rPr>
        <w:t>&gt;</w:t>
      </w:r>
      <w:r w:rsidRPr="00FA6DAF">
        <w:rPr>
          <w:rFonts w:asciiTheme="minorHAnsi" w:hAnsiTheme="minorHAnsi" w:cs="Consolas"/>
          <w:color w:val="000000"/>
        </w:rPr>
        <w:t xml:space="preserve"> , dar </w:t>
      </w:r>
      <w:proofErr w:type="spellStart"/>
      <w:r w:rsidRPr="00FA6DAF">
        <w:rPr>
          <w:rFonts w:asciiTheme="minorHAnsi" w:hAnsiTheme="minorHAnsi" w:cs="Consolas"/>
          <w:color w:val="000000"/>
        </w:rPr>
        <w:t>inline</w:t>
      </w:r>
      <w:proofErr w:type="spellEnd"/>
      <w:r w:rsidRPr="00FA6DAF">
        <w:rPr>
          <w:rFonts w:asciiTheme="minorHAnsi" w:hAnsiTheme="minorHAnsi" w:cs="Consolas"/>
          <w:color w:val="000000"/>
        </w:rPr>
        <w:t>.</w:t>
      </w:r>
      <w:r w:rsidR="00390A25">
        <w:rPr>
          <w:rFonts w:asciiTheme="minorHAnsi" w:hAnsiTheme="minorHAnsi" w:cs="Consolas"/>
          <w:color w:val="000000"/>
        </w:rPr>
        <w:t xml:space="preserve"> Exemplu: O propoziție cu </w:t>
      </w:r>
      <w:r w:rsidR="00390A25" w:rsidRPr="00390A25">
        <w:rPr>
          <w:rFonts w:asciiTheme="minorHAnsi" w:hAnsiTheme="minorHAnsi" w:cs="Consolas"/>
          <w:color w:val="4F76AC"/>
        </w:rPr>
        <w:t>&lt;</w:t>
      </w:r>
      <w:proofErr w:type="spellStart"/>
      <w:r w:rsidR="00390A25" w:rsidRPr="00390A25">
        <w:rPr>
          <w:rFonts w:asciiTheme="minorHAnsi" w:hAnsiTheme="minorHAnsi" w:cs="Consolas"/>
          <w:color w:val="823125"/>
        </w:rPr>
        <w:t>span</w:t>
      </w:r>
      <w:proofErr w:type="spellEnd"/>
      <w:r w:rsidR="00390A25" w:rsidRPr="00390A25">
        <w:rPr>
          <w:rFonts w:asciiTheme="minorHAnsi" w:hAnsiTheme="minorHAnsi" w:cs="Consolas"/>
          <w:color w:val="000000"/>
        </w:rPr>
        <w:t xml:space="preserve"> </w:t>
      </w:r>
      <w:proofErr w:type="spellStart"/>
      <w:r w:rsidR="00390A25" w:rsidRPr="00390A25">
        <w:rPr>
          <w:rFonts w:asciiTheme="minorHAnsi" w:hAnsiTheme="minorHAnsi" w:cs="Consolas"/>
          <w:color w:val="CF4820"/>
        </w:rPr>
        <w:t>style</w:t>
      </w:r>
      <w:proofErr w:type="spellEnd"/>
      <w:r w:rsidR="00390A25" w:rsidRPr="00390A25">
        <w:rPr>
          <w:rFonts w:asciiTheme="minorHAnsi" w:hAnsiTheme="minorHAnsi" w:cs="Consolas"/>
          <w:color w:val="4F76AC"/>
        </w:rPr>
        <w:t>="</w:t>
      </w:r>
      <w:r w:rsidR="00390A25" w:rsidRPr="00390A25">
        <w:rPr>
          <w:rFonts w:asciiTheme="minorHAnsi" w:hAnsiTheme="minorHAnsi" w:cs="Consolas"/>
          <w:color w:val="CF4820"/>
        </w:rPr>
        <w:t>color</w:t>
      </w:r>
      <w:r w:rsidR="00390A25" w:rsidRPr="00390A25">
        <w:rPr>
          <w:rFonts w:asciiTheme="minorHAnsi" w:hAnsiTheme="minorHAnsi" w:cs="Consolas"/>
          <w:color w:val="000000"/>
        </w:rPr>
        <w:t xml:space="preserve">: </w:t>
      </w:r>
      <w:proofErr w:type="spellStart"/>
      <w:r w:rsidR="00390A25" w:rsidRPr="00390A25">
        <w:rPr>
          <w:rFonts w:asciiTheme="minorHAnsi" w:hAnsiTheme="minorHAnsi" w:cs="Consolas"/>
          <w:color w:val="4F76AC"/>
        </w:rPr>
        <w:t>red</w:t>
      </w:r>
      <w:proofErr w:type="spellEnd"/>
      <w:r w:rsidR="00390A25" w:rsidRPr="00390A25">
        <w:rPr>
          <w:rFonts w:asciiTheme="minorHAnsi" w:hAnsiTheme="minorHAnsi" w:cs="Consolas"/>
          <w:color w:val="000000"/>
        </w:rPr>
        <w:t>;</w:t>
      </w:r>
      <w:r w:rsidR="00390A25" w:rsidRPr="00390A25">
        <w:rPr>
          <w:rFonts w:asciiTheme="minorHAnsi" w:hAnsiTheme="minorHAnsi" w:cs="Consolas"/>
          <w:color w:val="4F76AC"/>
        </w:rPr>
        <w:t>"&gt;</w:t>
      </w:r>
      <w:r w:rsidR="00390A25" w:rsidRPr="009F0AD7">
        <w:rPr>
          <w:rFonts w:asciiTheme="minorHAnsi" w:hAnsiTheme="minorHAnsi" w:cs="Consolas"/>
          <w:color w:val="FF0000"/>
        </w:rPr>
        <w:t>text roșu</w:t>
      </w:r>
      <w:r w:rsidR="00390A25" w:rsidRPr="00FA6DAF">
        <w:rPr>
          <w:rFonts w:asciiTheme="minorHAnsi" w:hAnsiTheme="minorHAnsi" w:cs="Consolas"/>
          <w:color w:val="4F76AC"/>
        </w:rPr>
        <w:t>&lt;</w:t>
      </w:r>
      <w:r w:rsidR="00390A25">
        <w:rPr>
          <w:rFonts w:asciiTheme="minorHAnsi" w:hAnsiTheme="minorHAnsi" w:cs="Consolas"/>
          <w:color w:val="4F76AC"/>
        </w:rPr>
        <w:t>/</w:t>
      </w:r>
      <w:proofErr w:type="spellStart"/>
      <w:r w:rsidR="00390A25" w:rsidRPr="00FA6DAF">
        <w:rPr>
          <w:rFonts w:asciiTheme="minorHAnsi" w:hAnsiTheme="minorHAnsi" w:cs="Consolas"/>
          <w:color w:val="823125"/>
        </w:rPr>
        <w:t>span</w:t>
      </w:r>
      <w:proofErr w:type="spellEnd"/>
      <w:r w:rsidR="00390A25" w:rsidRPr="00FA6DAF">
        <w:rPr>
          <w:rFonts w:asciiTheme="minorHAnsi" w:hAnsiTheme="minorHAnsi" w:cs="Consolas"/>
          <w:color w:val="4F76AC"/>
        </w:rPr>
        <w:t>&gt;</w:t>
      </w:r>
      <w:r w:rsidR="00390A25">
        <w:rPr>
          <w:rFonts w:asciiTheme="minorHAnsi" w:hAnsiTheme="minorHAnsi" w:cs="Consolas"/>
          <w:color w:val="000000"/>
        </w:rPr>
        <w:t xml:space="preserve"> ;</w:t>
      </w:r>
    </w:p>
    <w:p w:rsidR="00FA6DAF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ins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adăugare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FA6DAF">
        <w:rPr>
          <w:rFonts w:asciiTheme="minorHAnsi" w:eastAsia="Times New Roman" w:hAnsiTheme="minorHAnsi" w:cs="Consolas"/>
          <w:color w:val="823125"/>
          <w:szCs w:val="20"/>
        </w:rPr>
        <w:t>ins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3C2D94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se folosește pentru a marca conținut adăugat unui document.</w:t>
      </w:r>
      <w:r w:rsidR="00AE70F0">
        <w:rPr>
          <w:rFonts w:asciiTheme="minorHAnsi" w:eastAsia="Times New Roman" w:hAnsiTheme="minorHAnsi" w:cs="Consolas"/>
          <w:color w:val="000000"/>
          <w:szCs w:val="20"/>
        </w:rPr>
        <w:t xml:space="preserve"> Exemplu: Tu ai scris asta. </w:t>
      </w:r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AE70F0" w:rsidRPr="00FA6DAF">
        <w:rPr>
          <w:rFonts w:asciiTheme="minorHAnsi" w:eastAsia="Times New Roman" w:hAnsiTheme="minorHAnsi" w:cs="Consolas"/>
          <w:color w:val="823125"/>
          <w:szCs w:val="20"/>
        </w:rPr>
        <w:t>ins</w:t>
      </w:r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AE70F0" w:rsidRPr="00AE70F0">
        <w:rPr>
          <w:rFonts w:asciiTheme="minorHAnsi" w:eastAsia="Times New Roman" w:hAnsiTheme="minorHAnsi" w:cs="Consolas"/>
          <w:szCs w:val="20"/>
        </w:rPr>
        <w:t>Eu am adăugat asta.</w:t>
      </w:r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r w:rsidR="00AE70F0">
        <w:rPr>
          <w:rFonts w:asciiTheme="minorHAnsi" w:eastAsia="Times New Roman" w:hAnsiTheme="minorHAnsi" w:cs="Consolas"/>
          <w:color w:val="4F76AC"/>
          <w:szCs w:val="20"/>
        </w:rPr>
        <w:t>/</w:t>
      </w:r>
      <w:r w:rsidR="00AE70F0" w:rsidRPr="00FA6DAF">
        <w:rPr>
          <w:rFonts w:asciiTheme="minorHAnsi" w:eastAsia="Times New Roman" w:hAnsiTheme="minorHAnsi" w:cs="Consolas"/>
          <w:color w:val="823125"/>
          <w:szCs w:val="20"/>
        </w:rPr>
        <w:t>ins</w:t>
      </w:r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AE70F0" w:rsidRPr="00AE70F0">
        <w:rPr>
          <w:rFonts w:asciiTheme="minorHAnsi" w:eastAsia="Times New Roman" w:hAnsiTheme="minorHAnsi" w:cs="Consolas"/>
          <w:szCs w:val="20"/>
        </w:rPr>
        <w:t xml:space="preserve"> ;</w:t>
      </w:r>
    </w:p>
    <w:p w:rsidR="00114EFB" w:rsidRPr="00FA6DAF" w:rsidRDefault="00FA6DAF" w:rsidP="003C2D9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FA6DAF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del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text șters</w:t>
      </w:r>
      <w:r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Pr="00FA6DAF">
        <w:rPr>
          <w:rFonts w:asciiTheme="minorHAnsi" w:eastAsia="Times New Roman" w:hAnsiTheme="minorHAnsi" w:cs="Consolas"/>
          <w:color w:val="823125"/>
          <w:szCs w:val="20"/>
        </w:rPr>
        <w:t>del</w:t>
      </w:r>
      <w:proofErr w:type="spellEnd"/>
      <w:r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3C2D94">
        <w:rPr>
          <w:rFonts w:asciiTheme="minorHAnsi" w:eastAsia="Times New Roman" w:hAnsiTheme="minorHAnsi" w:cs="Consolas"/>
          <w:color w:val="000000"/>
          <w:szCs w:val="20"/>
        </w:rPr>
        <w:t xml:space="preserve">  = </w:t>
      </w:r>
      <w:r w:rsidRPr="00FA6DAF">
        <w:rPr>
          <w:rFonts w:asciiTheme="minorHAnsi" w:eastAsia="Times New Roman" w:hAnsiTheme="minorHAnsi" w:cs="Consolas"/>
          <w:color w:val="000000"/>
          <w:szCs w:val="20"/>
        </w:rPr>
        <w:t>se folosește pentru a marca conținut șters dintr-un document.</w:t>
      </w:r>
      <w:r w:rsidR="00AE70F0">
        <w:rPr>
          <w:rFonts w:asciiTheme="minorHAnsi" w:eastAsia="Times New Roman" w:hAnsiTheme="minorHAnsi" w:cs="Consolas"/>
          <w:color w:val="000000"/>
          <w:szCs w:val="20"/>
        </w:rPr>
        <w:t xml:space="preserve"> Exemplu: </w:t>
      </w:r>
      <w:r w:rsidR="00AE70F0">
        <w:rPr>
          <w:rFonts w:asciiTheme="minorHAnsi" w:eastAsia="Times New Roman" w:hAnsiTheme="minorHAnsi" w:cs="Consolas"/>
          <w:color w:val="4F76AC"/>
          <w:szCs w:val="20"/>
        </w:rPr>
        <w:t>&lt;</w:t>
      </w:r>
      <w:proofErr w:type="spellStart"/>
      <w:r w:rsidR="00AE70F0" w:rsidRPr="00FA6DAF">
        <w:rPr>
          <w:rFonts w:asciiTheme="minorHAnsi" w:eastAsia="Times New Roman" w:hAnsiTheme="minorHAnsi" w:cs="Consolas"/>
          <w:color w:val="823125"/>
          <w:szCs w:val="20"/>
        </w:rPr>
        <w:t>del</w:t>
      </w:r>
      <w:proofErr w:type="spellEnd"/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AE70F0">
        <w:rPr>
          <w:rFonts w:asciiTheme="minorHAnsi" w:eastAsia="Times New Roman" w:hAnsiTheme="minorHAnsi" w:cs="Consolas"/>
          <w:color w:val="000000"/>
          <w:szCs w:val="20"/>
        </w:rPr>
        <w:t>Asta a fost înainte, dar nu mai este</w:t>
      </w:r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&lt;/</w:t>
      </w:r>
      <w:proofErr w:type="spellStart"/>
      <w:r w:rsidR="00AE70F0" w:rsidRPr="00FA6DAF">
        <w:rPr>
          <w:rFonts w:asciiTheme="minorHAnsi" w:eastAsia="Times New Roman" w:hAnsiTheme="minorHAnsi" w:cs="Consolas"/>
          <w:color w:val="823125"/>
          <w:szCs w:val="20"/>
        </w:rPr>
        <w:t>del</w:t>
      </w:r>
      <w:proofErr w:type="spellEnd"/>
      <w:r w:rsidR="00AE70F0" w:rsidRPr="00FA6DAF">
        <w:rPr>
          <w:rFonts w:asciiTheme="minorHAnsi" w:eastAsia="Times New Roman" w:hAnsiTheme="minorHAnsi" w:cs="Consolas"/>
          <w:color w:val="4F76AC"/>
          <w:szCs w:val="20"/>
        </w:rPr>
        <w:t>&gt;</w:t>
      </w:r>
      <w:r w:rsidR="00AE70F0">
        <w:rPr>
          <w:rFonts w:asciiTheme="minorHAnsi" w:eastAsia="Times New Roman" w:hAnsiTheme="minorHAnsi" w:cs="Consolas"/>
          <w:color w:val="000000"/>
          <w:szCs w:val="20"/>
        </w:rPr>
        <w:t xml:space="preserve"> pe lângă alte lucruri.</w:t>
      </w:r>
    </w:p>
    <w:p w:rsidR="00DF5642" w:rsidRPr="004973D7" w:rsidRDefault="00DF5642" w:rsidP="003C2D94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F5642" w:rsidRPr="004973D7" w:rsidRDefault="00DF5642" w:rsidP="003C2D94">
      <w:pPr>
        <w:rPr>
          <w:b/>
        </w:rPr>
      </w:pPr>
      <w:r w:rsidRPr="004973D7">
        <w:rPr>
          <w:b/>
        </w:rPr>
        <w:t>Exerci</w:t>
      </w:r>
      <w:r w:rsidR="00FD6EAA" w:rsidRPr="004973D7">
        <w:rPr>
          <w:b/>
        </w:rPr>
        <w:t>ț</w:t>
      </w:r>
      <w:r w:rsidRPr="004973D7">
        <w:rPr>
          <w:b/>
        </w:rPr>
        <w:t>ii:</w:t>
      </w:r>
    </w:p>
    <w:p w:rsidR="00A80D19" w:rsidRDefault="00A80D19" w:rsidP="003C2D94">
      <w:pPr>
        <w:pStyle w:val="ListParagraph"/>
      </w:pPr>
      <w:r>
        <w:t>Studiați listele de elemente HTML destinate textului de la adresele:</w:t>
      </w:r>
    </w:p>
    <w:p w:rsidR="00A80D19" w:rsidRDefault="00A80D19" w:rsidP="003C2D94">
      <w:pPr>
        <w:pStyle w:val="ListParagraph"/>
        <w:numPr>
          <w:ilvl w:val="1"/>
          <w:numId w:val="5"/>
        </w:numPr>
      </w:pPr>
      <w:hyperlink r:id="rId9" w:history="1">
        <w:r w:rsidRPr="003A3CB6">
          <w:rPr>
            <w:rStyle w:val="Hyperlink"/>
            <w:rFonts w:ascii="Arial Narrow" w:hAnsi="Arial Narrow"/>
          </w:rPr>
          <w:t>https://developer.mozilla.org/en-US/docs/Web/Guide/HTML/HTML5/HTML5_element_list#Text-level_semantics</w:t>
        </w:r>
      </w:hyperlink>
      <w:r>
        <w:t xml:space="preserve"> ;</w:t>
      </w:r>
    </w:p>
    <w:p w:rsidR="00A80D19" w:rsidRDefault="00A80D19" w:rsidP="003C2D94">
      <w:pPr>
        <w:pStyle w:val="ListParagraph"/>
        <w:numPr>
          <w:ilvl w:val="1"/>
          <w:numId w:val="5"/>
        </w:numPr>
      </w:pPr>
      <w:hyperlink r:id="rId10" w:history="1">
        <w:r w:rsidRPr="003A3CB6">
          <w:rPr>
            <w:rStyle w:val="Hyperlink"/>
            <w:rFonts w:ascii="Arial Narrow" w:hAnsi="Arial Narrow"/>
          </w:rPr>
          <w:t>http://dev.w3.org/html5/markup/elements-by-function.html#text-level-semantics-elements</w:t>
        </w:r>
      </w:hyperlink>
      <w:r>
        <w:t xml:space="preserve"> .</w:t>
      </w:r>
    </w:p>
    <w:p w:rsidR="00A80D19" w:rsidRDefault="00A80D19" w:rsidP="003C2D94">
      <w:r>
        <w:tab/>
        <w:t xml:space="preserve">Observați exemplele și introduceți-le în paginile pe care le-ați creat </w:t>
      </w:r>
      <w:r w:rsidR="00FC7EBB">
        <w:t>deja</w:t>
      </w:r>
      <w:r>
        <w:t xml:space="preserve"> pentru a vedea modul de preze</w:t>
      </w:r>
      <w:r w:rsidR="004D046D">
        <w:t>ntare</w:t>
      </w:r>
      <w:r>
        <w:t xml:space="preserve"> a acestora în </w:t>
      </w:r>
      <w:proofErr w:type="spellStart"/>
      <w:r>
        <w:t>browser-e</w:t>
      </w:r>
      <w:proofErr w:type="spellEnd"/>
      <w:r>
        <w:t xml:space="preserve"> diferite.</w:t>
      </w:r>
      <w:r w:rsidR="00895FE7">
        <w:t xml:space="preserve"> În cazul în care nu sunt prezentate exemple la adresele menționate, folosiți Google </w:t>
      </w:r>
      <w:r w:rsidR="00895FE7" w:rsidRPr="00FC7EBB">
        <w:rPr>
          <w:lang w:val="en-US"/>
        </w:rPr>
        <w:t>Search</w:t>
      </w:r>
      <w:r w:rsidR="00895FE7">
        <w:t xml:space="preserve"> pentru a g</w:t>
      </w:r>
      <w:bookmarkStart w:id="0" w:name="_GoBack"/>
      <w:bookmarkEnd w:id="0"/>
      <w:r w:rsidR="00895FE7">
        <w:t>ăsi exemple în altă parte.</w:t>
      </w:r>
    </w:p>
    <w:p w:rsidR="002E2DEF" w:rsidRPr="004973D7" w:rsidRDefault="00807C32" w:rsidP="003C2D94">
      <w:pPr>
        <w:pStyle w:val="ListParagraph"/>
      </w:pPr>
      <w:r w:rsidRPr="004973D7">
        <w:t>Folosi</w:t>
      </w:r>
      <w:r w:rsidR="00FD6EAA" w:rsidRPr="004973D7">
        <w:t>ț</w:t>
      </w:r>
      <w:r w:rsidRPr="004973D7">
        <w:t xml:space="preserve">i toate aceste elemente într-o pagină HTML cu titlul „Test elemente de bază” </w:t>
      </w:r>
      <w:r w:rsidR="00FD6EAA" w:rsidRPr="004973D7">
        <w:t>ș</w:t>
      </w:r>
      <w:r w:rsidRPr="004973D7">
        <w:t>i observa</w:t>
      </w:r>
      <w:r w:rsidR="00FD6EAA" w:rsidRPr="004973D7">
        <w:t>ț</w:t>
      </w:r>
      <w:r w:rsidRPr="004973D7">
        <w:t>i modul în care sunt prezentate de cel pu</w:t>
      </w:r>
      <w:r w:rsidR="00FD6EAA" w:rsidRPr="004973D7">
        <w:t>ț</w:t>
      </w:r>
      <w:r w:rsidRPr="004973D7">
        <w:t>in două browser-e diferite.</w:t>
      </w:r>
    </w:p>
    <w:p w:rsidR="00C80F79" w:rsidRPr="004973D7" w:rsidRDefault="002D4638" w:rsidP="003C2D94">
      <w:pPr>
        <w:pStyle w:val="ListParagraph"/>
      </w:pPr>
      <w:r w:rsidRPr="004973D7">
        <w:lastRenderedPageBreak/>
        <w:t>Concepe</w:t>
      </w:r>
      <w:r w:rsidR="00FD6EAA" w:rsidRPr="004973D7">
        <w:t>ț</w:t>
      </w:r>
      <w:r w:rsidRPr="004973D7">
        <w:t>i a pagină HTML care să con</w:t>
      </w:r>
      <w:r w:rsidR="00FD6EAA" w:rsidRPr="004973D7">
        <w:t>ț</w:t>
      </w:r>
      <w:r w:rsidRPr="004973D7">
        <w:t>ină un scurt curs de HTML cuprinzând explica</w:t>
      </w:r>
      <w:r w:rsidR="00FD6EAA" w:rsidRPr="004973D7">
        <w:t>ț</w:t>
      </w:r>
      <w:r w:rsidRPr="004973D7">
        <w:t>ii despre elementele HTML de mai sus.</w:t>
      </w:r>
    </w:p>
    <w:p w:rsidR="002D4638" w:rsidRPr="004973D7" w:rsidRDefault="002D4638" w:rsidP="00C068C5">
      <w:pPr>
        <w:pStyle w:val="ListParagraph"/>
      </w:pPr>
      <w:r w:rsidRPr="004973D7">
        <w:t>Crea</w:t>
      </w:r>
      <w:r w:rsidR="00FD6EAA" w:rsidRPr="004973D7">
        <w:t>ț</w:t>
      </w:r>
      <w:r w:rsidRPr="004973D7">
        <w:t>i un site cu informa</w:t>
      </w:r>
      <w:r w:rsidR="00FD6EAA" w:rsidRPr="004973D7">
        <w:t>ț</w:t>
      </w:r>
      <w:r w:rsidRPr="004973D7">
        <w:t>ii despre voi. Folosi</w:t>
      </w:r>
      <w:r w:rsidR="00FD6EAA" w:rsidRPr="004973D7">
        <w:t>ț</w:t>
      </w:r>
      <w:r w:rsidRPr="004973D7">
        <w:t>i elementele H</w:t>
      </w:r>
      <w:r w:rsidR="00C068C5">
        <w:t>TML prezentate</w:t>
      </w:r>
      <w:r w:rsidRPr="004973D7">
        <w:t>.</w:t>
      </w:r>
    </w:p>
    <w:sectPr w:rsidR="002D4638" w:rsidRPr="004973D7" w:rsidSect="004F11FB">
      <w:headerReference w:type="default" r:id="rId11"/>
      <w:footerReference w:type="default" r:id="rId12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534" w:rsidRDefault="00C46534" w:rsidP="004F11FB">
      <w:pPr>
        <w:spacing w:before="0" w:after="0"/>
      </w:pPr>
      <w:r>
        <w:separator/>
      </w:r>
    </w:p>
  </w:endnote>
  <w:endnote w:type="continuationSeparator" w:id="0">
    <w:p w:rsidR="00C46534" w:rsidRDefault="00C46534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C46534">
    <w:pPr>
      <w:pStyle w:val="Foo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line id="Straight Connector 2" o:spid="_x0000_s2049" style="position:absolute;left:0;text-align:left;z-index:251661312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="00A4714E"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="00A4714E" w:rsidRPr="007C0A95">
      <w:rPr>
        <w:i/>
        <w:color w:val="808080" w:themeColor="background1" w:themeShade="80"/>
      </w:rPr>
      <w:fldChar w:fldCharType="separate"/>
    </w:r>
    <w:r w:rsidR="00FC7EBB">
      <w:rPr>
        <w:i/>
        <w:noProof/>
        <w:color w:val="808080" w:themeColor="background1" w:themeShade="80"/>
      </w:rPr>
      <w:t>1</w:t>
    </w:r>
    <w:r w:rsidR="00A4714E"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r>
      <w:fldChar w:fldCharType="begin"/>
    </w:r>
    <w:r>
      <w:instrText xml:space="preserve"> NUMPAGES  \* Arabic  \* MERGEFORMAT </w:instrText>
    </w:r>
    <w:r>
      <w:fldChar w:fldCharType="separate"/>
    </w:r>
    <w:r w:rsidR="00FC7EBB" w:rsidRPr="00FC7EBB">
      <w:rPr>
        <w:i/>
        <w:noProof/>
        <w:color w:val="808080" w:themeColor="background1" w:themeShade="80"/>
      </w:rPr>
      <w:t>2</w:t>
    </w:r>
    <w:r>
      <w:rPr>
        <w:i/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534" w:rsidRDefault="00C46534" w:rsidP="004F11FB">
      <w:pPr>
        <w:spacing w:before="0" w:after="0"/>
      </w:pPr>
      <w:r>
        <w:separator/>
      </w:r>
    </w:p>
  </w:footnote>
  <w:footnote w:type="continuationSeparator" w:id="0">
    <w:p w:rsidR="00C46534" w:rsidRDefault="00C46534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C46534" w:rsidP="00FD3506">
    <w:pPr>
      <w:pStyle w:val="Header"/>
      <w:jc w:val="cen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line id="Straight Connector 1" o:spid="_x0000_s2050" style="position:absolute;left:0;text-align:left;z-index:251659264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2099A"/>
    <w:multiLevelType w:val="hybridMultilevel"/>
    <w:tmpl w:val="3A74E54A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B54"/>
    <w:rsid w:val="000059DB"/>
    <w:rsid w:val="00064F04"/>
    <w:rsid w:val="0007470F"/>
    <w:rsid w:val="00075268"/>
    <w:rsid w:val="0007788B"/>
    <w:rsid w:val="00083ED2"/>
    <w:rsid w:val="000C07A5"/>
    <w:rsid w:val="000D026A"/>
    <w:rsid w:val="000E692B"/>
    <w:rsid w:val="000F1B54"/>
    <w:rsid w:val="001015B6"/>
    <w:rsid w:val="00111F36"/>
    <w:rsid w:val="0011353E"/>
    <w:rsid w:val="00114EFB"/>
    <w:rsid w:val="0013450D"/>
    <w:rsid w:val="00142752"/>
    <w:rsid w:val="00143CD3"/>
    <w:rsid w:val="0015669D"/>
    <w:rsid w:val="001630B9"/>
    <w:rsid w:val="00170DBD"/>
    <w:rsid w:val="001B57CF"/>
    <w:rsid w:val="001C7DEC"/>
    <w:rsid w:val="00212844"/>
    <w:rsid w:val="002341BB"/>
    <w:rsid w:val="00240A02"/>
    <w:rsid w:val="00253247"/>
    <w:rsid w:val="002633AC"/>
    <w:rsid w:val="00265E34"/>
    <w:rsid w:val="00266B0E"/>
    <w:rsid w:val="002869C9"/>
    <w:rsid w:val="002A02D8"/>
    <w:rsid w:val="002C4C32"/>
    <w:rsid w:val="002D4638"/>
    <w:rsid w:val="002E1AD6"/>
    <w:rsid w:val="002E2DEF"/>
    <w:rsid w:val="002F7D0E"/>
    <w:rsid w:val="00363B17"/>
    <w:rsid w:val="0036456E"/>
    <w:rsid w:val="00390A25"/>
    <w:rsid w:val="003A3CB6"/>
    <w:rsid w:val="003C1319"/>
    <w:rsid w:val="003C2D94"/>
    <w:rsid w:val="003D3DE6"/>
    <w:rsid w:val="003F1A52"/>
    <w:rsid w:val="004321C6"/>
    <w:rsid w:val="0044256B"/>
    <w:rsid w:val="004532BE"/>
    <w:rsid w:val="00490899"/>
    <w:rsid w:val="00495C4A"/>
    <w:rsid w:val="004973D7"/>
    <w:rsid w:val="004B0C83"/>
    <w:rsid w:val="004B5DAA"/>
    <w:rsid w:val="004D046D"/>
    <w:rsid w:val="004E251A"/>
    <w:rsid w:val="004E606E"/>
    <w:rsid w:val="004F11FB"/>
    <w:rsid w:val="00524DEA"/>
    <w:rsid w:val="0053285D"/>
    <w:rsid w:val="00581701"/>
    <w:rsid w:val="005839BE"/>
    <w:rsid w:val="005C1D5F"/>
    <w:rsid w:val="005C31D3"/>
    <w:rsid w:val="005D0805"/>
    <w:rsid w:val="005F5D3F"/>
    <w:rsid w:val="0061006A"/>
    <w:rsid w:val="00612BEC"/>
    <w:rsid w:val="00622D03"/>
    <w:rsid w:val="006246EF"/>
    <w:rsid w:val="006528DD"/>
    <w:rsid w:val="00654260"/>
    <w:rsid w:val="006625B9"/>
    <w:rsid w:val="006A197F"/>
    <w:rsid w:val="00745CEF"/>
    <w:rsid w:val="00757CF0"/>
    <w:rsid w:val="00761CA3"/>
    <w:rsid w:val="0077493B"/>
    <w:rsid w:val="00785690"/>
    <w:rsid w:val="007A4EFF"/>
    <w:rsid w:val="007A76D1"/>
    <w:rsid w:val="007C0A95"/>
    <w:rsid w:val="007D18B4"/>
    <w:rsid w:val="007D4DB9"/>
    <w:rsid w:val="007D5DEF"/>
    <w:rsid w:val="007E3620"/>
    <w:rsid w:val="007E4030"/>
    <w:rsid w:val="007E4DBE"/>
    <w:rsid w:val="007F321A"/>
    <w:rsid w:val="00807C32"/>
    <w:rsid w:val="00821FC0"/>
    <w:rsid w:val="0082545A"/>
    <w:rsid w:val="00861913"/>
    <w:rsid w:val="00870ED6"/>
    <w:rsid w:val="00885E9B"/>
    <w:rsid w:val="008924CD"/>
    <w:rsid w:val="00895FE7"/>
    <w:rsid w:val="008C027A"/>
    <w:rsid w:val="008C6307"/>
    <w:rsid w:val="0091430B"/>
    <w:rsid w:val="00915583"/>
    <w:rsid w:val="00955494"/>
    <w:rsid w:val="00971FE5"/>
    <w:rsid w:val="009733CE"/>
    <w:rsid w:val="009C60B6"/>
    <w:rsid w:val="009F0AD7"/>
    <w:rsid w:val="009F1813"/>
    <w:rsid w:val="009F6E1A"/>
    <w:rsid w:val="00A4714E"/>
    <w:rsid w:val="00A80D19"/>
    <w:rsid w:val="00AE70F0"/>
    <w:rsid w:val="00B00685"/>
    <w:rsid w:val="00B12812"/>
    <w:rsid w:val="00B21BE1"/>
    <w:rsid w:val="00B2750C"/>
    <w:rsid w:val="00B53ECF"/>
    <w:rsid w:val="00B56B5F"/>
    <w:rsid w:val="00BD6375"/>
    <w:rsid w:val="00BE34F9"/>
    <w:rsid w:val="00BE50D2"/>
    <w:rsid w:val="00C068C5"/>
    <w:rsid w:val="00C169B5"/>
    <w:rsid w:val="00C46534"/>
    <w:rsid w:val="00C62032"/>
    <w:rsid w:val="00C67F4A"/>
    <w:rsid w:val="00C80F79"/>
    <w:rsid w:val="00CB1A09"/>
    <w:rsid w:val="00CB6129"/>
    <w:rsid w:val="00CB7FC6"/>
    <w:rsid w:val="00CD24B4"/>
    <w:rsid w:val="00CD32E5"/>
    <w:rsid w:val="00CD59E6"/>
    <w:rsid w:val="00D043CF"/>
    <w:rsid w:val="00D05988"/>
    <w:rsid w:val="00D10C00"/>
    <w:rsid w:val="00D135DA"/>
    <w:rsid w:val="00D2732D"/>
    <w:rsid w:val="00D347BD"/>
    <w:rsid w:val="00D57075"/>
    <w:rsid w:val="00D66572"/>
    <w:rsid w:val="00D705D9"/>
    <w:rsid w:val="00D744D0"/>
    <w:rsid w:val="00D86998"/>
    <w:rsid w:val="00DA6016"/>
    <w:rsid w:val="00DC2458"/>
    <w:rsid w:val="00DC7A4D"/>
    <w:rsid w:val="00DF5642"/>
    <w:rsid w:val="00E46F1B"/>
    <w:rsid w:val="00E57C6B"/>
    <w:rsid w:val="00E7025B"/>
    <w:rsid w:val="00E7131C"/>
    <w:rsid w:val="00EA163C"/>
    <w:rsid w:val="00EB7EDB"/>
    <w:rsid w:val="00F00FFF"/>
    <w:rsid w:val="00F02E92"/>
    <w:rsid w:val="00F11415"/>
    <w:rsid w:val="00F26E7C"/>
    <w:rsid w:val="00F35C0A"/>
    <w:rsid w:val="00F63C4A"/>
    <w:rsid w:val="00F7656A"/>
    <w:rsid w:val="00F8573D"/>
    <w:rsid w:val="00F97070"/>
    <w:rsid w:val="00FA6DAF"/>
    <w:rsid w:val="00FC5ED1"/>
    <w:rsid w:val="00FC7EBB"/>
    <w:rsid w:val="00FD3506"/>
    <w:rsid w:val="00FD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33CE"/>
    <w:pPr>
      <w:tabs>
        <w:tab w:val="clear" w:pos="85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ev.w3.org/html5/markup/elements-by-function.html#text-level-semantics-element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eveloper.mozilla.org/en-US/docs/Web/Guide/HTML/HTML5/HTML5_element_list#Text-level_semantics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3AC74CE-2933-444D-AB3D-26DB18AB211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299</TotalTime>
  <Pages>2</Pages>
  <Words>614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99</cp:revision>
  <cp:lastPrinted>2013-10-02T19:27:00Z</cp:lastPrinted>
  <dcterms:created xsi:type="dcterms:W3CDTF">2013-09-30T07:56:00Z</dcterms:created>
  <dcterms:modified xsi:type="dcterms:W3CDTF">2013-10-10T19:35:00Z</dcterms:modified>
</cp:coreProperties>
</file>